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1ED1" w14:textId="77777777" w:rsidR="00294DCB" w:rsidRDefault="00294DCB" w:rsidP="00721B32">
      <w:pPr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1AE2B74F" w14:textId="77777777" w:rsidR="00FD2670" w:rsidRDefault="00FD2670" w:rsidP="002D1EB7">
      <w:pPr>
        <w:pStyle w:val="Podnadpis"/>
        <w:spacing w:before="240"/>
      </w:pPr>
    </w:p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73E1F2ED" w:rsidR="00F13F0A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EC515F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E73C" w14:textId="77777777" w:rsidR="00EC7ECB" w:rsidRDefault="00EC7ECB" w:rsidP="00072B20">
      <w:r>
        <w:separator/>
      </w:r>
    </w:p>
  </w:endnote>
  <w:endnote w:type="continuationSeparator" w:id="0">
    <w:p w14:paraId="67989685" w14:textId="77777777" w:rsidR="00EC7ECB" w:rsidRDefault="00EC7EC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98D40" w14:textId="77777777" w:rsidR="00EC7ECB" w:rsidRDefault="00EC7ECB" w:rsidP="00072B20">
      <w:r>
        <w:separator/>
      </w:r>
    </w:p>
  </w:footnote>
  <w:footnote w:type="continuationSeparator" w:id="0">
    <w:p w14:paraId="1BE119B0" w14:textId="77777777" w:rsidR="00EC7ECB" w:rsidRDefault="00EC7ECB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2849" w14:textId="2C1AED90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72B20"/>
    <w:rsid w:val="00084F34"/>
    <w:rsid w:val="000D4315"/>
    <w:rsid w:val="001030E3"/>
    <w:rsid w:val="00152134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8435D"/>
    <w:rsid w:val="004A242C"/>
    <w:rsid w:val="004A6046"/>
    <w:rsid w:val="004F2CE9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7115A8"/>
    <w:rsid w:val="00721B32"/>
    <w:rsid w:val="00767923"/>
    <w:rsid w:val="00784F1D"/>
    <w:rsid w:val="00796C02"/>
    <w:rsid w:val="00863E62"/>
    <w:rsid w:val="00887AF5"/>
    <w:rsid w:val="008B09EA"/>
    <w:rsid w:val="008B1D8C"/>
    <w:rsid w:val="00914AC4"/>
    <w:rsid w:val="00933325"/>
    <w:rsid w:val="009526EB"/>
    <w:rsid w:val="009B73E3"/>
    <w:rsid w:val="009D174E"/>
    <w:rsid w:val="00AC1D6B"/>
    <w:rsid w:val="00B04742"/>
    <w:rsid w:val="00B53352"/>
    <w:rsid w:val="00BC34F6"/>
    <w:rsid w:val="00C261D7"/>
    <w:rsid w:val="00C43E90"/>
    <w:rsid w:val="00C56028"/>
    <w:rsid w:val="00C65E55"/>
    <w:rsid w:val="00CE4026"/>
    <w:rsid w:val="00CF289D"/>
    <w:rsid w:val="00D42621"/>
    <w:rsid w:val="00D527A4"/>
    <w:rsid w:val="00DA638B"/>
    <w:rsid w:val="00DD0B71"/>
    <w:rsid w:val="00DF524B"/>
    <w:rsid w:val="00E85C87"/>
    <w:rsid w:val="00EA3D95"/>
    <w:rsid w:val="00EB2C8B"/>
    <w:rsid w:val="00EC515F"/>
    <w:rsid w:val="00EC7ECB"/>
    <w:rsid w:val="00EE4DA0"/>
    <w:rsid w:val="00F13F0A"/>
    <w:rsid w:val="00F2112A"/>
    <w:rsid w:val="00F2343E"/>
    <w:rsid w:val="00F27408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erinakolackova/Desktop/c&#780;estne&#769;%20prohla&#769;s&#780;eni&#769;/C&#780;estn.prohl.-%2009%20-%20mikroskop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8698-E538-4126-9852-DB7202FF7D8A}"/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Čestn.prohl.- 09 - mikroskop.dotx</Template>
  <TotalTime>1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Kateřina Koláčková</cp:lastModifiedBy>
  <cp:revision>2</cp:revision>
  <dcterms:created xsi:type="dcterms:W3CDTF">2023-11-16T13:37:00Z</dcterms:created>
  <dcterms:modified xsi:type="dcterms:W3CDTF">2023-11-16T13:37:00Z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